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1A86E85B" w:rsidR="006E5D65" w:rsidRPr="00E960BB" w:rsidRDefault="00997F14" w:rsidP="3C936F3A">
      <w:pPr>
        <w:spacing w:line="240" w:lineRule="auto"/>
        <w:jc w:val="right"/>
        <w:rPr>
          <w:rFonts w:ascii="Corbel" w:hAnsi="Corbel"/>
          <w:i/>
          <w:iCs/>
        </w:rPr>
      </w:pPr>
      <w:r w:rsidRPr="3C936F3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C936F3A">
        <w:rPr>
          <w:rFonts w:ascii="Corbel" w:hAnsi="Corbel"/>
          <w:i/>
          <w:iCs/>
        </w:rPr>
        <w:t xml:space="preserve">Załącznik nr </w:t>
      </w:r>
      <w:r w:rsidR="006F31E2" w:rsidRPr="3C936F3A">
        <w:rPr>
          <w:rFonts w:ascii="Corbel" w:hAnsi="Corbel"/>
          <w:i/>
          <w:iCs/>
        </w:rPr>
        <w:t>1.5</w:t>
      </w:r>
      <w:r w:rsidR="00D8678B" w:rsidRPr="3C936F3A">
        <w:rPr>
          <w:rFonts w:ascii="Corbel" w:hAnsi="Corbel"/>
          <w:i/>
          <w:iCs/>
        </w:rPr>
        <w:t xml:space="preserve"> do Zarządzenia</w:t>
      </w:r>
      <w:r w:rsidR="002A22BF" w:rsidRPr="3C936F3A">
        <w:rPr>
          <w:rFonts w:ascii="Corbel" w:hAnsi="Corbel"/>
          <w:i/>
          <w:iCs/>
        </w:rPr>
        <w:t xml:space="preserve"> Rektora UR </w:t>
      </w:r>
      <w:r w:rsidR="00CD6897" w:rsidRPr="3C936F3A">
        <w:rPr>
          <w:rFonts w:ascii="Corbel" w:hAnsi="Corbel"/>
          <w:i/>
          <w:iCs/>
        </w:rPr>
        <w:t xml:space="preserve">nr </w:t>
      </w:r>
      <w:r w:rsidR="006F162B" w:rsidRPr="006F162B">
        <w:rPr>
          <w:rFonts w:ascii="Corbel" w:hAnsi="Corbel"/>
          <w:i/>
          <w:iCs/>
        </w:rPr>
        <w:t>61/2025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09AFFDD3" w:rsidR="0085747A" w:rsidRPr="009C54AE" w:rsidRDefault="0071620A" w:rsidP="1BD63AF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BD63AF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BD63AF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EF0FE5" w:rsidRPr="00532B59">
        <w:rPr>
          <w:rFonts w:ascii="Corbel" w:hAnsi="Corbel"/>
          <w:b/>
          <w:bCs/>
          <w:smallCaps/>
          <w:sz w:val="24"/>
          <w:szCs w:val="24"/>
        </w:rPr>
        <w:t>202</w:t>
      </w:r>
      <w:r w:rsidR="00532B59">
        <w:rPr>
          <w:rFonts w:ascii="Corbel" w:hAnsi="Corbel"/>
          <w:b/>
          <w:bCs/>
          <w:smallCaps/>
          <w:sz w:val="24"/>
          <w:szCs w:val="24"/>
        </w:rPr>
        <w:t>5</w:t>
      </w:r>
      <w:r w:rsidR="00EF0FE5" w:rsidRPr="00532B59">
        <w:rPr>
          <w:rFonts w:ascii="Corbel" w:hAnsi="Corbel"/>
          <w:b/>
          <w:bCs/>
          <w:smallCaps/>
          <w:sz w:val="24"/>
          <w:szCs w:val="24"/>
        </w:rPr>
        <w:t>-202</w:t>
      </w:r>
      <w:r w:rsidR="00532B59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1D285D4" w14:textId="7D1D12D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C936F3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="14B4BF15" w:rsidRPr="3C936F3A">
        <w:rPr>
          <w:rFonts w:ascii="Corbel" w:hAnsi="Corbel"/>
          <w:i/>
          <w:iCs/>
          <w:sz w:val="20"/>
          <w:szCs w:val="20"/>
        </w:rPr>
        <w:t xml:space="preserve">  </w:t>
      </w:r>
      <w:r w:rsidR="0085747A" w:rsidRPr="3C936F3A">
        <w:rPr>
          <w:rFonts w:ascii="Corbel" w:hAnsi="Corbel"/>
          <w:i/>
          <w:iCs/>
          <w:sz w:val="20"/>
          <w:szCs w:val="20"/>
        </w:rPr>
        <w:t>(skrajne daty</w:t>
      </w:r>
      <w:r w:rsidR="0085747A" w:rsidRPr="3C936F3A">
        <w:rPr>
          <w:rFonts w:ascii="Corbel" w:hAnsi="Corbel"/>
          <w:sz w:val="20"/>
          <w:szCs w:val="20"/>
        </w:rPr>
        <w:t>)</w:t>
      </w:r>
    </w:p>
    <w:p w14:paraId="592AE766" w14:textId="77777777" w:rsidR="00510CB1" w:rsidRDefault="00510C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2DB9CE7" w14:textId="4B502D46" w:rsidR="00445970" w:rsidRPr="00532B59" w:rsidRDefault="00445970" w:rsidP="1BD63AF4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7DC2">
        <w:rPr>
          <w:rFonts w:ascii="Corbel" w:hAnsi="Corbel"/>
          <w:sz w:val="20"/>
          <w:szCs w:val="20"/>
        </w:rPr>
        <w:tab/>
      </w:r>
      <w:r w:rsidRPr="00532B59">
        <w:rPr>
          <w:rFonts w:ascii="Corbel" w:hAnsi="Corbel"/>
          <w:b/>
          <w:bCs/>
          <w:sz w:val="24"/>
          <w:szCs w:val="24"/>
        </w:rPr>
        <w:t>Rok akademicki</w:t>
      </w:r>
      <w:r w:rsidR="00EF0FE5" w:rsidRPr="00532B59">
        <w:rPr>
          <w:rFonts w:ascii="Corbel" w:hAnsi="Corbel"/>
          <w:b/>
          <w:bCs/>
          <w:sz w:val="24"/>
          <w:szCs w:val="24"/>
        </w:rPr>
        <w:t xml:space="preserve"> 202</w:t>
      </w:r>
      <w:r w:rsidR="00532B59">
        <w:rPr>
          <w:rFonts w:ascii="Corbel" w:hAnsi="Corbel"/>
          <w:b/>
          <w:bCs/>
          <w:sz w:val="24"/>
          <w:szCs w:val="24"/>
        </w:rPr>
        <w:t>6</w:t>
      </w:r>
      <w:r w:rsidR="00EF0FE5" w:rsidRPr="00532B59">
        <w:rPr>
          <w:rFonts w:ascii="Corbel" w:hAnsi="Corbel"/>
          <w:b/>
          <w:bCs/>
          <w:sz w:val="24"/>
          <w:szCs w:val="24"/>
        </w:rPr>
        <w:t>/202</w:t>
      </w:r>
      <w:r w:rsidR="00532B59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D820126" w14:textId="77777777" w:rsidTr="00532B59">
        <w:tc>
          <w:tcPr>
            <w:tcW w:w="4140" w:type="dxa"/>
            <w:vAlign w:val="center"/>
          </w:tcPr>
          <w:p w14:paraId="59701564" w14:textId="77777777" w:rsidR="0085747A" w:rsidRPr="00995A82" w:rsidRDefault="00C05F44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2ECDA09F" w14:textId="77777777" w:rsidR="0085747A" w:rsidRPr="00DD561A" w:rsidRDefault="00995A82" w:rsidP="00532B59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D561A">
              <w:rPr>
                <w:rFonts w:ascii="Corbel" w:hAnsi="Corbel"/>
                <w:b/>
                <w:color w:val="000000"/>
                <w:sz w:val="24"/>
                <w:szCs w:val="24"/>
              </w:rPr>
              <w:t>Ustrój samorządowy RP</w:t>
            </w:r>
          </w:p>
        </w:tc>
      </w:tr>
      <w:tr w:rsidR="0085747A" w:rsidRPr="009C54AE" w14:paraId="55399354" w14:textId="77777777" w:rsidTr="00532B59">
        <w:tc>
          <w:tcPr>
            <w:tcW w:w="4140" w:type="dxa"/>
            <w:vAlign w:val="center"/>
          </w:tcPr>
          <w:p w14:paraId="4CA29152" w14:textId="77777777" w:rsidR="0085747A" w:rsidRPr="00995A82" w:rsidRDefault="00C05F44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5A8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641" w:type="dxa"/>
            <w:vAlign w:val="center"/>
          </w:tcPr>
          <w:p w14:paraId="0185CFE7" w14:textId="3EB52B49" w:rsidR="0085747A" w:rsidRPr="00EF0FE5" w:rsidRDefault="009A2B33" w:rsidP="00532B5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F0FE5">
              <w:rPr>
                <w:rFonts w:ascii="Corbel" w:hAnsi="Corbel"/>
                <w:color w:val="000000"/>
                <w:sz w:val="24"/>
                <w:szCs w:val="24"/>
              </w:rPr>
              <w:t>S1</w:t>
            </w:r>
            <w:r w:rsidR="00510CB1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EF0FE5">
              <w:rPr>
                <w:rFonts w:ascii="Corbel" w:hAnsi="Corbel"/>
                <w:color w:val="000000"/>
                <w:sz w:val="24"/>
                <w:szCs w:val="24"/>
              </w:rPr>
              <w:t>[3]S_</w:t>
            </w:r>
            <w:r w:rsidR="00DD561A" w:rsidRPr="00EF0FE5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="00DD561A"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  <w:tr w:rsidR="0085747A" w:rsidRPr="009C54AE" w14:paraId="5C0172EC" w14:textId="77777777" w:rsidTr="00532B59">
        <w:tc>
          <w:tcPr>
            <w:tcW w:w="4140" w:type="dxa"/>
            <w:vAlign w:val="center"/>
          </w:tcPr>
          <w:p w14:paraId="249A5C16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995A82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7E3E3000" w14:textId="49D3CBEF" w:rsidR="0085747A" w:rsidRPr="009C54AE" w:rsidRDefault="00532B59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3839DC8" w14:textId="77777777" w:rsidTr="00532B59">
        <w:tc>
          <w:tcPr>
            <w:tcW w:w="4140" w:type="dxa"/>
            <w:vAlign w:val="center"/>
          </w:tcPr>
          <w:p w14:paraId="0A39E105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64EB4DA1" w14:textId="77777777" w:rsidR="0085747A" w:rsidRPr="009C54AE" w:rsidRDefault="00B07DC2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07DC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532B59">
        <w:tc>
          <w:tcPr>
            <w:tcW w:w="4140" w:type="dxa"/>
            <w:vAlign w:val="center"/>
          </w:tcPr>
          <w:p w14:paraId="4B835047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FDDED33" w14:textId="77777777" w:rsidR="0085747A" w:rsidRPr="009C54AE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532B59">
        <w:tc>
          <w:tcPr>
            <w:tcW w:w="4140" w:type="dxa"/>
            <w:vAlign w:val="center"/>
          </w:tcPr>
          <w:p w14:paraId="448A1CED" w14:textId="77777777" w:rsidR="0085747A" w:rsidRPr="00995A82" w:rsidRDefault="00DE4A14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5402E90D" w14:textId="77777777" w:rsidR="0085747A" w:rsidRPr="00532B59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B59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532B59">
        <w:tc>
          <w:tcPr>
            <w:tcW w:w="4140" w:type="dxa"/>
            <w:vAlign w:val="center"/>
          </w:tcPr>
          <w:p w14:paraId="04C0481C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641" w:type="dxa"/>
            <w:vAlign w:val="center"/>
          </w:tcPr>
          <w:p w14:paraId="4FFABF29" w14:textId="77777777" w:rsidR="0085747A" w:rsidRPr="00532B59" w:rsidRDefault="00283FBF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B5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E4BF324" w14:textId="77777777" w:rsidTr="00532B59">
        <w:tc>
          <w:tcPr>
            <w:tcW w:w="4140" w:type="dxa"/>
            <w:vAlign w:val="center"/>
          </w:tcPr>
          <w:p w14:paraId="7C3992E0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05D05041" w14:textId="0F5F0CEB" w:rsidR="0085747A" w:rsidRPr="00532B59" w:rsidRDefault="00510CB1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32B59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B1767F" w:rsidRPr="00532B5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3E1D7E45" w14:textId="77777777" w:rsidTr="00532B59">
        <w:tc>
          <w:tcPr>
            <w:tcW w:w="4140" w:type="dxa"/>
            <w:vAlign w:val="center"/>
          </w:tcPr>
          <w:p w14:paraId="47AAF248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995A82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95A82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09F676DA" w14:textId="01B8722B" w:rsidR="0085747A" w:rsidRPr="00532B59" w:rsidRDefault="00532B59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B1767F" w:rsidRPr="00532B5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EF0FE5" w:rsidRPr="00532B5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B1767F" w:rsidRPr="00532B59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  <w:r w:rsidR="0031275C" w:rsidRPr="00532B59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575D392F" w14:textId="77777777" w:rsidTr="00532B59">
        <w:tc>
          <w:tcPr>
            <w:tcW w:w="4140" w:type="dxa"/>
            <w:vAlign w:val="center"/>
          </w:tcPr>
          <w:p w14:paraId="5863A118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DE220DE" w14:textId="77777777" w:rsidR="0085747A" w:rsidRPr="009C54AE" w:rsidRDefault="00DD561A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8BEAB5C" w14:textId="77777777" w:rsidTr="00532B59">
        <w:tc>
          <w:tcPr>
            <w:tcW w:w="4140" w:type="dxa"/>
            <w:vAlign w:val="center"/>
          </w:tcPr>
          <w:p w14:paraId="13A990D4" w14:textId="77777777" w:rsidR="00923D7D" w:rsidRPr="00995A82" w:rsidRDefault="00923D7D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251D05AF" w14:textId="77777777" w:rsidR="00923D7D" w:rsidRPr="009C54AE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310BFDC" w14:textId="77777777" w:rsidTr="00532B59">
        <w:tc>
          <w:tcPr>
            <w:tcW w:w="4140" w:type="dxa"/>
            <w:vAlign w:val="center"/>
          </w:tcPr>
          <w:p w14:paraId="69C2AF6E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7A557CE9" w14:textId="77777777" w:rsidR="0085747A" w:rsidRPr="009C54AE" w:rsidRDefault="00283FB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05E44CC5" w14:textId="77777777" w:rsidTr="00532B59">
        <w:tc>
          <w:tcPr>
            <w:tcW w:w="4140" w:type="dxa"/>
            <w:vAlign w:val="center"/>
          </w:tcPr>
          <w:p w14:paraId="471FE442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067447C7" w14:textId="77777777" w:rsidR="0085747A" w:rsidRPr="009C54AE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1008"/>
        <w:gridCol w:w="864"/>
        <w:gridCol w:w="864"/>
        <w:gridCol w:w="864"/>
        <w:gridCol w:w="963"/>
        <w:gridCol w:w="963"/>
        <w:gridCol w:w="963"/>
      </w:tblGrid>
      <w:tr w:rsidR="00015B8F" w:rsidRPr="009C54AE" w14:paraId="4A00F406" w14:textId="77777777" w:rsidTr="3C936F3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95A82" w:rsidRDefault="002B5EA0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5A8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995A82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995A82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0FEB0FC8" w14:textId="77777777" w:rsidTr="3C936F3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015B8F" w:rsidRPr="009C54AE" w:rsidRDefault="00B1767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E7A357" w:rsidR="00015B8F" w:rsidRPr="009C54AE" w:rsidRDefault="00C60E49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0CB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9C54AE" w:rsidRDefault="00C60E49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D6B04F" w14:textId="77777777" w:rsidR="00DD561A" w:rsidRDefault="00DD561A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B021301" w14:textId="77777777" w:rsidR="0085747A" w:rsidRPr="009C54AE" w:rsidRDefault="00DD56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F0FE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E2692BF" w:rsidR="00E960BB" w:rsidRDefault="00E22FBC" w:rsidP="3C936F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3C936F3A">
        <w:rPr>
          <w:rFonts w:ascii="Corbel" w:hAnsi="Corbel"/>
          <w:smallCaps w:val="0"/>
        </w:rPr>
        <w:t xml:space="preserve">1.3 </w:t>
      </w:r>
      <w:r>
        <w:tab/>
      </w:r>
      <w:r w:rsidRPr="3C936F3A">
        <w:rPr>
          <w:rFonts w:ascii="Corbel" w:hAnsi="Corbel"/>
          <w:smallCaps w:val="0"/>
        </w:rPr>
        <w:t>For</w:t>
      </w:r>
      <w:r w:rsidR="00445970" w:rsidRPr="3C936F3A">
        <w:rPr>
          <w:rFonts w:ascii="Corbel" w:hAnsi="Corbel"/>
          <w:smallCaps w:val="0"/>
        </w:rPr>
        <w:t xml:space="preserve">ma zaliczenia przedmiotu </w:t>
      </w:r>
      <w:r w:rsidRPr="3C936F3A">
        <w:rPr>
          <w:rFonts w:ascii="Corbel" w:hAnsi="Corbel"/>
          <w:smallCaps w:val="0"/>
        </w:rPr>
        <w:t xml:space="preserve">(z toku) </w:t>
      </w:r>
      <w:r w:rsidRPr="3C936F3A">
        <w:rPr>
          <w:rFonts w:ascii="Corbel" w:hAnsi="Corbel"/>
          <w:b w:val="0"/>
          <w:smallCaps w:val="0"/>
        </w:rPr>
        <w:t xml:space="preserve">(egzamin, </w:t>
      </w:r>
      <w:r w:rsidRPr="3C936F3A">
        <w:rPr>
          <w:rFonts w:ascii="Corbel" w:hAnsi="Corbel"/>
          <w:smallCaps w:val="0"/>
        </w:rPr>
        <w:t>zaliczenie z oceną</w:t>
      </w:r>
      <w:r w:rsidRPr="3C936F3A">
        <w:rPr>
          <w:rFonts w:ascii="Corbel" w:hAnsi="Corbel"/>
          <w:b w:val="0"/>
          <w:smallCaps w:val="0"/>
        </w:rPr>
        <w:t>, zaliczenie bez oceny)</w:t>
      </w:r>
    </w:p>
    <w:p w14:paraId="3DEEC669" w14:textId="77777777" w:rsidR="00DD561A" w:rsidRDefault="00DD561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56B9AB" w14:textId="77777777" w:rsidR="00DD561A" w:rsidRPr="009C54AE" w:rsidRDefault="00DD561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D8B025" w14:textId="77777777" w:rsidTr="3C936F3A">
        <w:tc>
          <w:tcPr>
            <w:tcW w:w="9670" w:type="dxa"/>
          </w:tcPr>
          <w:p w14:paraId="6BDBB325" w14:textId="1452E760" w:rsidR="0085747A" w:rsidRPr="00EF0FE5" w:rsidRDefault="0031275C" w:rsidP="3C936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C936F3A">
              <w:rPr>
                <w:rFonts w:ascii="Corbel" w:hAnsi="Corbel"/>
                <w:b w:val="0"/>
                <w:smallCaps w:val="0"/>
              </w:rPr>
              <w:t>Znajomość zagadnień związanych z prawem administracyjnym, a w szczególności administracją na szczeblu rządowym i samorządowym (gminy, powiaty, województwa).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51E3C" w14:textId="3CD5562A" w:rsidR="3C936F3A" w:rsidRDefault="3C936F3A">
      <w:r>
        <w:br w:type="page"/>
      </w:r>
    </w:p>
    <w:p w14:paraId="7DB6D4EE" w14:textId="69195B21" w:rsidR="0085747A" w:rsidRPr="00C05F44" w:rsidRDefault="0071620A" w:rsidP="3C936F3A">
      <w:pPr>
        <w:pStyle w:val="Punktygwne"/>
        <w:spacing w:before="0" w:after="0"/>
        <w:rPr>
          <w:rFonts w:ascii="Corbel" w:hAnsi="Corbel"/>
        </w:rPr>
      </w:pPr>
      <w:r w:rsidRPr="3C936F3A">
        <w:rPr>
          <w:rFonts w:ascii="Corbel" w:hAnsi="Corbel"/>
        </w:rPr>
        <w:lastRenderedPageBreak/>
        <w:t>3.</w:t>
      </w:r>
      <w:r w:rsidR="0085747A" w:rsidRPr="3C936F3A">
        <w:rPr>
          <w:rFonts w:ascii="Corbel" w:hAnsi="Corbel"/>
        </w:rPr>
        <w:t xml:space="preserve"> </w:t>
      </w:r>
      <w:r w:rsidR="00A84C85" w:rsidRPr="3C936F3A">
        <w:rPr>
          <w:rFonts w:ascii="Corbel" w:hAnsi="Corbel"/>
        </w:rPr>
        <w:t>cele, efekty uczenia się</w:t>
      </w:r>
      <w:r w:rsidR="0085747A" w:rsidRPr="3C936F3A">
        <w:rPr>
          <w:rFonts w:ascii="Corbel" w:hAnsi="Corbel"/>
        </w:rPr>
        <w:t>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31275C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275C" w:rsidRPr="00EF0FE5" w14:paraId="53066DB1" w14:textId="77777777" w:rsidTr="009A0BBC">
        <w:tc>
          <w:tcPr>
            <w:tcW w:w="851" w:type="dxa"/>
            <w:vAlign w:val="center"/>
          </w:tcPr>
          <w:p w14:paraId="6780E770" w14:textId="77777777" w:rsidR="0031275C" w:rsidRPr="00EF0FE5" w:rsidRDefault="00EF0FE5" w:rsidP="00EF0F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5459759" w14:textId="77777777" w:rsidR="0031275C" w:rsidRPr="00EF0FE5" w:rsidRDefault="0031275C" w:rsidP="00EF0FE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rzyswojenie wiedzy na temat </w:t>
            </w:r>
            <w:r w:rsidR="00F7016E" w:rsidRPr="00EF0FE5">
              <w:rPr>
                <w:rFonts w:ascii="Corbel" w:hAnsi="Corbel"/>
                <w:b w:val="0"/>
                <w:sz w:val="24"/>
                <w:szCs w:val="24"/>
              </w:rPr>
              <w:t xml:space="preserve">zasad organizacji i funkcjonowania struktur samorządu terytorialnego </w:t>
            </w:r>
          </w:p>
        </w:tc>
      </w:tr>
      <w:tr w:rsidR="0031275C" w:rsidRPr="00EF0FE5" w14:paraId="0E13A43B" w14:textId="77777777" w:rsidTr="009A0BBC">
        <w:tc>
          <w:tcPr>
            <w:tcW w:w="851" w:type="dxa"/>
            <w:vAlign w:val="center"/>
          </w:tcPr>
          <w:p w14:paraId="53C0B3C4" w14:textId="77777777" w:rsidR="0031275C" w:rsidRPr="00EF0FE5" w:rsidRDefault="0031275C" w:rsidP="00EF0F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0068C4E" w14:textId="77777777" w:rsidR="0031275C" w:rsidRPr="00EF0FE5" w:rsidRDefault="00EF0FE5" w:rsidP="00EF0FE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Przyswojenie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="00F7016E" w:rsidRPr="00EF0FE5">
              <w:rPr>
                <w:rFonts w:ascii="Corbel" w:hAnsi="Corbel"/>
                <w:b w:val="0"/>
                <w:sz w:val="24"/>
                <w:szCs w:val="24"/>
              </w:rPr>
              <w:t xml:space="preserve"> na temat zadań realizowanych przez samorząd terytorialny w Polsce </w:t>
            </w:r>
          </w:p>
        </w:tc>
      </w:tr>
      <w:tr w:rsidR="0031275C" w:rsidRPr="00EF0FE5" w14:paraId="55DEB721" w14:textId="77777777" w:rsidTr="009A0BBC">
        <w:tc>
          <w:tcPr>
            <w:tcW w:w="851" w:type="dxa"/>
            <w:vAlign w:val="center"/>
          </w:tcPr>
          <w:p w14:paraId="7C12F916" w14:textId="77777777" w:rsidR="0031275C" w:rsidRPr="00EF0FE5" w:rsidRDefault="0031275C" w:rsidP="00EF0F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5C6C0B5" w14:textId="77777777" w:rsidR="0031275C" w:rsidRPr="00EF0FE5" w:rsidRDefault="00EF0FE5" w:rsidP="00EF0FE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Przyswojenie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="00F7016E" w:rsidRPr="00EF0FE5">
              <w:rPr>
                <w:rFonts w:ascii="Corbel" w:hAnsi="Corbel"/>
                <w:b w:val="0"/>
                <w:sz w:val="24"/>
                <w:szCs w:val="24"/>
              </w:rPr>
              <w:t xml:space="preserve"> na temat zasad organizacji i zarządzania w administracji samorządowej 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1BD63AF4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9144229" w14:textId="77777777" w:rsidTr="1BD63AF4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85892B" w14:textId="35B0A95A" w:rsidR="0085747A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Zna </w:t>
            </w:r>
            <w:r w:rsidR="006E401C"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>elementy struktur społecznych wchodzących w skład instytucji życia publicznego</w:t>
            </w:r>
            <w:r w:rsidR="64329F10"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6E401C"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>oraz ich instrumenty formalno-prawne</w:t>
            </w:r>
            <w:r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>, na poziomie lokalnym, regionalnym i krajowym</w:t>
            </w:r>
          </w:p>
        </w:tc>
        <w:tc>
          <w:tcPr>
            <w:tcW w:w="1873" w:type="dxa"/>
          </w:tcPr>
          <w:p w14:paraId="269F5E8A" w14:textId="77777777" w:rsidR="0085747A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B5C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1275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E5456D9" w14:textId="77777777" w:rsidR="00EF0FE5" w:rsidRPr="009C54AE" w:rsidRDefault="00EF0FE5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85747A" w:rsidRPr="009C54AE" w14:paraId="0760392D" w14:textId="77777777" w:rsidTr="1BD63AF4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F0FE5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790D88FC" w14:textId="77777777" w:rsidR="0085747A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Charakteryzuje 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 xml:space="preserve">prawidłowości i zaburzenia więzi społecznych w środowisku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instytucji życia publicznego </w:t>
            </w:r>
          </w:p>
        </w:tc>
        <w:tc>
          <w:tcPr>
            <w:tcW w:w="1873" w:type="dxa"/>
          </w:tcPr>
          <w:p w14:paraId="133F9838" w14:textId="77777777" w:rsidR="0085747A" w:rsidRPr="009C54AE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6E401C" w:rsidRPr="009C54AE" w14:paraId="02BA4F8C" w14:textId="77777777" w:rsidTr="1BD63AF4">
        <w:tc>
          <w:tcPr>
            <w:tcW w:w="1701" w:type="dxa"/>
          </w:tcPr>
          <w:p w14:paraId="41960800" w14:textId="77777777" w:rsidR="006E401C" w:rsidRPr="009C54AE" w:rsidRDefault="00EF0F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B420E4" w14:textId="77777777" w:rsidR="006E401C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Wykorzystuje 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 xml:space="preserve">wiedzę teoretyczną do szczegółowego opisu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funkcjonować instytucji życia publicznego, analizuje przyczyny i przebieg określonych procesów i zjawisk w obszarze funkcjonowania instytucji publicznych </w:t>
            </w:r>
          </w:p>
        </w:tc>
        <w:tc>
          <w:tcPr>
            <w:tcW w:w="1873" w:type="dxa"/>
          </w:tcPr>
          <w:p w14:paraId="504907E4" w14:textId="77777777" w:rsidR="006E401C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65EEA699" w14:textId="77777777" w:rsidR="00EF0FE5" w:rsidRDefault="00EF0FE5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4B99056E" w14:textId="77777777" w:rsidR="00EF0FE5" w:rsidRDefault="00EF0FE5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E401C" w:rsidRPr="009C54AE" w14:paraId="264E27A4" w14:textId="77777777" w:rsidTr="1BD63AF4">
        <w:tc>
          <w:tcPr>
            <w:tcW w:w="1701" w:type="dxa"/>
          </w:tcPr>
          <w:p w14:paraId="78C3198C" w14:textId="77777777" w:rsidR="006E401C" w:rsidRPr="009C54AE" w:rsidRDefault="00EF0F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A6CDBB" w14:textId="77777777" w:rsidR="006E401C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Wykorzystuje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 xml:space="preserve"> samodzielnie zdobytą wiedzę do rozstrzygania dylematów pojawiających się w pracy zawodowej (w tym dylematów etycznych)</w:t>
            </w:r>
          </w:p>
        </w:tc>
        <w:tc>
          <w:tcPr>
            <w:tcW w:w="1873" w:type="dxa"/>
          </w:tcPr>
          <w:p w14:paraId="744FB41C" w14:textId="77777777" w:rsidR="006E401C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6E401C" w:rsidRPr="009C54AE" w14:paraId="30C851AD" w14:textId="77777777" w:rsidTr="1BD63AF4">
        <w:tc>
          <w:tcPr>
            <w:tcW w:w="1701" w:type="dxa"/>
          </w:tcPr>
          <w:p w14:paraId="74357262" w14:textId="77777777" w:rsidR="006E401C" w:rsidRPr="009C54AE" w:rsidRDefault="00EF0F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965228E" w14:textId="77777777" w:rsidR="006E401C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>rzy wykorzystaniu podstawowych ujęć teoretycznych, obserwacji i doświadczeń praktycznych, a także zróżnicowanych źródeł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przygotowuje pisemne prace dotyczące jakiegoś zagadnienia</w:t>
            </w:r>
          </w:p>
        </w:tc>
        <w:tc>
          <w:tcPr>
            <w:tcW w:w="1873" w:type="dxa"/>
          </w:tcPr>
          <w:p w14:paraId="400BEB58" w14:textId="77777777" w:rsidR="006E401C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A09E912" w14:textId="77777777" w:rsidTr="00923D7D">
        <w:tc>
          <w:tcPr>
            <w:tcW w:w="9639" w:type="dxa"/>
          </w:tcPr>
          <w:p w14:paraId="33E67AC6" w14:textId="77777777" w:rsidR="0085747A" w:rsidRPr="009C54AE" w:rsidRDefault="00DD56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61D7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275C" w:rsidRPr="00270CD7" w14:paraId="55225495" w14:textId="77777777" w:rsidTr="003822EB">
        <w:tc>
          <w:tcPr>
            <w:tcW w:w="9639" w:type="dxa"/>
          </w:tcPr>
          <w:p w14:paraId="5D69D229" w14:textId="77777777" w:rsidR="0031275C" w:rsidRPr="00270CD7" w:rsidRDefault="0031275C" w:rsidP="003822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275C" w:rsidRPr="00270CD7" w14:paraId="34E28F24" w14:textId="77777777" w:rsidTr="003822EB">
        <w:tc>
          <w:tcPr>
            <w:tcW w:w="9639" w:type="dxa"/>
          </w:tcPr>
          <w:p w14:paraId="47118DF0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Zarys rozwoju samorz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du terytorialnego w Polsce</w:t>
            </w:r>
          </w:p>
        </w:tc>
      </w:tr>
      <w:tr w:rsidR="0031275C" w:rsidRPr="00270CD7" w14:paraId="411444C0" w14:textId="77777777" w:rsidTr="003822EB">
        <w:tc>
          <w:tcPr>
            <w:tcW w:w="9639" w:type="dxa"/>
          </w:tcPr>
          <w:p w14:paraId="1B3353FA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 xml:space="preserve">Charakterystyka samorządu gminnego, </w:t>
            </w:r>
          </w:p>
        </w:tc>
      </w:tr>
      <w:tr w:rsidR="0031275C" w:rsidRPr="00270CD7" w14:paraId="058480B6" w14:textId="77777777" w:rsidTr="003822EB">
        <w:tc>
          <w:tcPr>
            <w:tcW w:w="9639" w:type="dxa"/>
          </w:tcPr>
          <w:p w14:paraId="46E0981F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samorz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du gminy w rozwoju lokalnym</w:t>
            </w:r>
          </w:p>
        </w:tc>
      </w:tr>
      <w:tr w:rsidR="0031275C" w:rsidRPr="00270CD7" w14:paraId="24A061AA" w14:textId="77777777" w:rsidTr="003822EB">
        <w:tc>
          <w:tcPr>
            <w:tcW w:w="9639" w:type="dxa"/>
          </w:tcPr>
          <w:p w14:paraId="754F445A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powiatu w rozwoju lokalnym</w:t>
            </w:r>
          </w:p>
        </w:tc>
      </w:tr>
      <w:tr w:rsidR="0031275C" w:rsidRPr="00270CD7" w14:paraId="626E143C" w14:textId="77777777" w:rsidTr="003822EB">
        <w:tc>
          <w:tcPr>
            <w:tcW w:w="9639" w:type="dxa"/>
          </w:tcPr>
          <w:p w14:paraId="5DD392A8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>Charakterystyka samorządu województwa</w:t>
            </w:r>
          </w:p>
        </w:tc>
      </w:tr>
      <w:tr w:rsidR="0031275C" w:rsidRPr="00270CD7" w14:paraId="0098FF8F" w14:textId="77777777" w:rsidTr="003822EB">
        <w:tc>
          <w:tcPr>
            <w:tcW w:w="9639" w:type="dxa"/>
          </w:tcPr>
          <w:p w14:paraId="0B4C5EC2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województwa w rozwoju regionalnym</w:t>
            </w:r>
          </w:p>
        </w:tc>
      </w:tr>
      <w:tr w:rsidR="0031275C" w:rsidRPr="00270CD7" w14:paraId="1BD05E08" w14:textId="77777777" w:rsidTr="003822EB">
        <w:tc>
          <w:tcPr>
            <w:tcW w:w="9639" w:type="dxa"/>
          </w:tcPr>
          <w:p w14:paraId="0EF214CA" w14:textId="77777777" w:rsidR="0031275C" w:rsidRPr="00270CD7" w:rsidRDefault="00CC1FFC" w:rsidP="00CC1FFC">
            <w:pPr>
              <w:pStyle w:val="Default"/>
              <w:rPr>
                <w:rFonts w:ascii="Corbel" w:hAnsi="Corbel"/>
              </w:rPr>
            </w:pPr>
            <w:r w:rsidRPr="00270CD7">
              <w:rPr>
                <w:rFonts w:ascii="Corbel" w:hAnsi="Corbel"/>
                <w:bCs/>
              </w:rPr>
              <w:t xml:space="preserve">Organy stanowiące i kontrolne jednostek samorządu terytorialnego Organy wykonawcze jednostek samorządu terytorialnego </w:t>
            </w:r>
          </w:p>
        </w:tc>
      </w:tr>
      <w:tr w:rsidR="0031275C" w:rsidRPr="00270CD7" w14:paraId="456BF4E7" w14:textId="77777777" w:rsidTr="003822EB">
        <w:tc>
          <w:tcPr>
            <w:tcW w:w="9639" w:type="dxa"/>
          </w:tcPr>
          <w:p w14:paraId="5573E6B0" w14:textId="77777777" w:rsidR="0031275C" w:rsidRPr="00270CD7" w:rsidRDefault="00CC1FFC" w:rsidP="00CC1FFC">
            <w:pPr>
              <w:pStyle w:val="Default"/>
              <w:rPr>
                <w:rFonts w:ascii="Corbel" w:hAnsi="Corbel"/>
              </w:rPr>
            </w:pPr>
            <w:r w:rsidRPr="00270CD7">
              <w:rPr>
                <w:rFonts w:ascii="Corbel" w:hAnsi="Corbel"/>
                <w:bCs/>
              </w:rPr>
              <w:t xml:space="preserve">Nadzór nad samorządem terytorialnym – kryterium, podmioty nadzorcze, środki nadzoru </w:t>
            </w:r>
          </w:p>
        </w:tc>
      </w:tr>
      <w:tr w:rsidR="00CC1FFC" w:rsidRPr="00270CD7" w14:paraId="5749D9D3" w14:textId="77777777" w:rsidTr="003822EB">
        <w:tc>
          <w:tcPr>
            <w:tcW w:w="9639" w:type="dxa"/>
          </w:tcPr>
          <w:p w14:paraId="528B25A8" w14:textId="77777777" w:rsidR="00CC1FFC" w:rsidRPr="00270CD7" w:rsidRDefault="00CC1FFC" w:rsidP="00CC1FFC">
            <w:pPr>
              <w:pStyle w:val="Default"/>
              <w:rPr>
                <w:rFonts w:ascii="Corbel" w:hAnsi="Corbel"/>
                <w:bCs/>
              </w:rPr>
            </w:pPr>
            <w:r w:rsidRPr="00270CD7">
              <w:rPr>
                <w:rFonts w:ascii="Corbel" w:hAnsi="Corbel"/>
                <w:bCs/>
              </w:rPr>
              <w:t>kolokwium pisemne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B5773" w14:textId="25946A48" w:rsidR="00E960BB" w:rsidRDefault="0070411D" w:rsidP="3C936F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C936F3A">
        <w:rPr>
          <w:rFonts w:ascii="Corbel" w:hAnsi="Corbel"/>
          <w:smallCaps w:val="0"/>
        </w:rPr>
        <w:t>Ćwiczenia: analiza tekstów z dyskusją, praca w grupach, prezentacje</w:t>
      </w: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3CB9A52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1833286" w14:textId="77777777" w:rsidR="0085747A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B793073" w14:textId="77777777" w:rsidR="0085747A" w:rsidRPr="00EF0FE5" w:rsidRDefault="00DB5CE1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7EB23B6F" w14:textId="77777777" w:rsidTr="00C05F44">
        <w:tc>
          <w:tcPr>
            <w:tcW w:w="1985" w:type="dxa"/>
          </w:tcPr>
          <w:p w14:paraId="727CF0E4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BC625B8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06066E6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2294C35E" w14:textId="77777777" w:rsidTr="00C05F44">
        <w:tc>
          <w:tcPr>
            <w:tcW w:w="1985" w:type="dxa"/>
          </w:tcPr>
          <w:p w14:paraId="3D1CB954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D754B5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0551F48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3E549532" w14:textId="77777777" w:rsidTr="00C05F44">
        <w:tc>
          <w:tcPr>
            <w:tcW w:w="1985" w:type="dxa"/>
          </w:tcPr>
          <w:p w14:paraId="3A04FA72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A9F6AAB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18A3C57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40AC2ECC" w14:textId="77777777" w:rsidTr="00C05F44">
        <w:tc>
          <w:tcPr>
            <w:tcW w:w="1985" w:type="dxa"/>
          </w:tcPr>
          <w:p w14:paraId="530F3D08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A92A75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EAB3025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5D4CA7" w14:textId="77777777" w:rsidTr="00923D7D">
        <w:tc>
          <w:tcPr>
            <w:tcW w:w="9670" w:type="dxa"/>
          </w:tcPr>
          <w:p w14:paraId="63C2E34F" w14:textId="77777777" w:rsidR="0085747A" w:rsidRPr="00EF0FE5" w:rsidRDefault="00EF0FE5" w:rsidP="00EF0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pisemnej pracy zaliczeniowej na wybrany temat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525C6" w14:textId="77777777" w:rsidTr="00923D7D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28CF7A9" w:rsidR="0085747A" w:rsidRPr="009C54AE" w:rsidRDefault="00EF0FE5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0C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1A4BE8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2BD5EC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70C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240AAE" w14:textId="1C4904D4" w:rsidR="00C61DC5" w:rsidRPr="009C54AE" w:rsidRDefault="00510CB1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0FA22863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FDD700" w14:textId="77777777" w:rsidR="0085747A" w:rsidRPr="009C54AE" w:rsidRDefault="001A4BE8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7A4DB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B20A0C" w14:textId="77777777" w:rsidR="0085747A" w:rsidRPr="009C54AE" w:rsidRDefault="0006387E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9A0BBC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85747A" w:rsidRPr="009C54AE" w:rsidRDefault="00630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A0BBC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85747A" w:rsidRPr="009C54AE" w:rsidRDefault="00630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67662" w:rsidRPr="009C54AE" w14:paraId="06F7ED81" w14:textId="77777777" w:rsidTr="009A0BBC">
        <w:trPr>
          <w:trHeight w:val="397"/>
        </w:trPr>
        <w:tc>
          <w:tcPr>
            <w:tcW w:w="8789" w:type="dxa"/>
          </w:tcPr>
          <w:p w14:paraId="729C9695" w14:textId="77777777" w:rsidR="00667662" w:rsidRDefault="00667662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A0BB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08CE6F91" w14:textId="77777777" w:rsidR="00DD561A" w:rsidRPr="009A0BBC" w:rsidRDefault="00DD561A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40F4AB90" w14:textId="77777777" w:rsidR="00522213" w:rsidRDefault="00522213" w:rsidP="00EF0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 xml:space="preserve">Boć J., </w:t>
            </w:r>
            <w:r w:rsidRPr="00EF0FE5">
              <w:rPr>
                <w:rFonts w:ascii="Corbel" w:hAnsi="Corbel"/>
                <w:i/>
                <w:sz w:val="24"/>
                <w:szCs w:val="24"/>
              </w:rPr>
              <w:t>Prawo administracyjne</w:t>
            </w:r>
            <w:r w:rsidRPr="00EF0F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EF0F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sz w:val="24"/>
                <w:szCs w:val="24"/>
              </w:rPr>
              <w:t>2017</w:t>
            </w:r>
            <w:r w:rsidR="00EF0FE5">
              <w:rPr>
                <w:rFonts w:ascii="Corbel" w:hAnsi="Corbel"/>
                <w:sz w:val="24"/>
                <w:szCs w:val="24"/>
              </w:rPr>
              <w:t>.</w:t>
            </w:r>
          </w:p>
          <w:p w14:paraId="3E7FEFC7" w14:textId="77777777" w:rsidR="00667662" w:rsidRPr="00270CD7" w:rsidRDefault="00EF0FE5" w:rsidP="00EF0FE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Łuniewska Z., Jaworska-Dębska B., Michalska-Badziak R., Olejniczak-Szałowska E., Stahl M.,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 xml:space="preserve">Prawo </w:t>
            </w:r>
            <w:r w:rsidR="00FA7FA1" w:rsidRPr="0063001B">
              <w:rPr>
                <w:rFonts w:ascii="Corbel" w:hAnsi="Corbel"/>
                <w:bCs/>
                <w:i/>
                <w:sz w:val="24"/>
                <w:szCs w:val="24"/>
              </w:rPr>
              <w:t>administracyjne</w:t>
            </w:r>
            <w:r w:rsidR="00FA7FA1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-</w:t>
            </w:r>
            <w:r w:rsidR="00FA7FA1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pojęcia, instytucje, zasady w teorii i orzecznictwi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e, </w:t>
            </w:r>
            <w:r w:rsidR="0063001B">
              <w:rPr>
                <w:rFonts w:ascii="Corbel" w:hAnsi="Corbel"/>
                <w:bCs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>2019</w:t>
            </w:r>
          </w:p>
        </w:tc>
      </w:tr>
      <w:tr w:rsidR="00667662" w:rsidRPr="009C54AE" w14:paraId="64A45B21" w14:textId="77777777" w:rsidTr="009A0BBC">
        <w:trPr>
          <w:trHeight w:val="397"/>
        </w:trPr>
        <w:tc>
          <w:tcPr>
            <w:tcW w:w="8789" w:type="dxa"/>
          </w:tcPr>
          <w:p w14:paraId="1616B1D9" w14:textId="77777777" w:rsidR="00667662" w:rsidRDefault="00667662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A0BB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61CDCEAD" w14:textId="77777777" w:rsidR="00DD561A" w:rsidRPr="009A0BBC" w:rsidRDefault="00DD561A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04233B49" w14:textId="77777777" w:rsidR="00667662" w:rsidRPr="0063001B" w:rsidRDefault="0063001B" w:rsidP="00EF0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Leoński Z.,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Samorząd terytorialny w RP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>2006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A0BBC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6CB3D" w14:textId="77777777" w:rsidR="007246AD" w:rsidRDefault="007246AD" w:rsidP="00C16ABF">
      <w:pPr>
        <w:spacing w:after="0" w:line="240" w:lineRule="auto"/>
      </w:pPr>
      <w:r>
        <w:separator/>
      </w:r>
    </w:p>
  </w:endnote>
  <w:endnote w:type="continuationSeparator" w:id="0">
    <w:p w14:paraId="6411AB99" w14:textId="77777777" w:rsidR="007246AD" w:rsidRDefault="007246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07FAD" w14:textId="77777777" w:rsidR="007246AD" w:rsidRDefault="007246AD" w:rsidP="00C16ABF">
      <w:pPr>
        <w:spacing w:after="0" w:line="240" w:lineRule="auto"/>
      </w:pPr>
      <w:r>
        <w:separator/>
      </w:r>
    </w:p>
  </w:footnote>
  <w:footnote w:type="continuationSeparator" w:id="0">
    <w:p w14:paraId="665BF173" w14:textId="77777777" w:rsidR="007246AD" w:rsidRDefault="007246A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E5D52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86402"/>
    <w:multiLevelType w:val="hybridMultilevel"/>
    <w:tmpl w:val="41CC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E278A"/>
    <w:multiLevelType w:val="hybridMultilevel"/>
    <w:tmpl w:val="C77A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996412">
    <w:abstractNumId w:val="0"/>
  </w:num>
  <w:num w:numId="2" w16cid:durableId="2107463362">
    <w:abstractNumId w:val="1"/>
  </w:num>
  <w:num w:numId="3" w16cid:durableId="657660031">
    <w:abstractNumId w:val="5"/>
  </w:num>
  <w:num w:numId="4" w16cid:durableId="21128115">
    <w:abstractNumId w:val="4"/>
  </w:num>
  <w:num w:numId="5" w16cid:durableId="331687328">
    <w:abstractNumId w:val="3"/>
  </w:num>
  <w:num w:numId="6" w16cid:durableId="57694240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09E"/>
    <w:rsid w:val="00044C82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42"/>
    <w:rsid w:val="000F5615"/>
    <w:rsid w:val="00124BFF"/>
    <w:rsid w:val="0012560E"/>
    <w:rsid w:val="00127108"/>
    <w:rsid w:val="00134B13"/>
    <w:rsid w:val="00146BC0"/>
    <w:rsid w:val="00153C41"/>
    <w:rsid w:val="00154381"/>
    <w:rsid w:val="001630D8"/>
    <w:rsid w:val="001640A7"/>
    <w:rsid w:val="00164FA7"/>
    <w:rsid w:val="00166A03"/>
    <w:rsid w:val="001718A7"/>
    <w:rsid w:val="001737CF"/>
    <w:rsid w:val="00176083"/>
    <w:rsid w:val="00192F37"/>
    <w:rsid w:val="001A4BE8"/>
    <w:rsid w:val="001A70D2"/>
    <w:rsid w:val="001D195B"/>
    <w:rsid w:val="001D657B"/>
    <w:rsid w:val="001D7B54"/>
    <w:rsid w:val="001E0209"/>
    <w:rsid w:val="001F2CA2"/>
    <w:rsid w:val="002144C0"/>
    <w:rsid w:val="0022477D"/>
    <w:rsid w:val="002278A9"/>
    <w:rsid w:val="002336F9"/>
    <w:rsid w:val="0023671C"/>
    <w:rsid w:val="0024028F"/>
    <w:rsid w:val="00244ABC"/>
    <w:rsid w:val="00257DE3"/>
    <w:rsid w:val="00270CD7"/>
    <w:rsid w:val="00281FF2"/>
    <w:rsid w:val="00283FBF"/>
    <w:rsid w:val="002857DE"/>
    <w:rsid w:val="00291567"/>
    <w:rsid w:val="002A22BF"/>
    <w:rsid w:val="002A2389"/>
    <w:rsid w:val="002A671D"/>
    <w:rsid w:val="002B31BF"/>
    <w:rsid w:val="002B4D55"/>
    <w:rsid w:val="002B5EA0"/>
    <w:rsid w:val="002B6119"/>
    <w:rsid w:val="002C1F06"/>
    <w:rsid w:val="002D3375"/>
    <w:rsid w:val="002D73D4"/>
    <w:rsid w:val="002E0F37"/>
    <w:rsid w:val="002F02A3"/>
    <w:rsid w:val="002F2CA5"/>
    <w:rsid w:val="002F4ABE"/>
    <w:rsid w:val="003018BA"/>
    <w:rsid w:val="0030395F"/>
    <w:rsid w:val="00305C92"/>
    <w:rsid w:val="0031275C"/>
    <w:rsid w:val="003151C5"/>
    <w:rsid w:val="003343CF"/>
    <w:rsid w:val="00346FE9"/>
    <w:rsid w:val="0034759A"/>
    <w:rsid w:val="003503F6"/>
    <w:rsid w:val="003530DD"/>
    <w:rsid w:val="00363F78"/>
    <w:rsid w:val="003822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77"/>
    <w:rsid w:val="004D5282"/>
    <w:rsid w:val="004F095B"/>
    <w:rsid w:val="004F1551"/>
    <w:rsid w:val="004F55A3"/>
    <w:rsid w:val="00502623"/>
    <w:rsid w:val="0050496F"/>
    <w:rsid w:val="00510CB1"/>
    <w:rsid w:val="00513B6F"/>
    <w:rsid w:val="00517C63"/>
    <w:rsid w:val="00522213"/>
    <w:rsid w:val="00532B59"/>
    <w:rsid w:val="005331F0"/>
    <w:rsid w:val="005363C4"/>
    <w:rsid w:val="00536BDE"/>
    <w:rsid w:val="00543ACC"/>
    <w:rsid w:val="0056696D"/>
    <w:rsid w:val="0059484D"/>
    <w:rsid w:val="005A0855"/>
    <w:rsid w:val="005A3196"/>
    <w:rsid w:val="005B2892"/>
    <w:rsid w:val="005C080F"/>
    <w:rsid w:val="005C55E5"/>
    <w:rsid w:val="005C696A"/>
    <w:rsid w:val="005E6E85"/>
    <w:rsid w:val="005F31D2"/>
    <w:rsid w:val="005F6652"/>
    <w:rsid w:val="0061029B"/>
    <w:rsid w:val="00617230"/>
    <w:rsid w:val="00621CE1"/>
    <w:rsid w:val="00627FC9"/>
    <w:rsid w:val="0063001B"/>
    <w:rsid w:val="00647FA8"/>
    <w:rsid w:val="00650C5F"/>
    <w:rsid w:val="00654934"/>
    <w:rsid w:val="006620D9"/>
    <w:rsid w:val="00662303"/>
    <w:rsid w:val="00667662"/>
    <w:rsid w:val="00671958"/>
    <w:rsid w:val="00675843"/>
    <w:rsid w:val="00696477"/>
    <w:rsid w:val="006D050F"/>
    <w:rsid w:val="006D6139"/>
    <w:rsid w:val="006E401C"/>
    <w:rsid w:val="006E5D65"/>
    <w:rsid w:val="006F1282"/>
    <w:rsid w:val="006F162B"/>
    <w:rsid w:val="006F1FBC"/>
    <w:rsid w:val="006F31E2"/>
    <w:rsid w:val="0070411D"/>
    <w:rsid w:val="00706544"/>
    <w:rsid w:val="007072BA"/>
    <w:rsid w:val="0071620A"/>
    <w:rsid w:val="00724677"/>
    <w:rsid w:val="007246AD"/>
    <w:rsid w:val="00725459"/>
    <w:rsid w:val="007327BD"/>
    <w:rsid w:val="00734608"/>
    <w:rsid w:val="00745302"/>
    <w:rsid w:val="007461D6"/>
    <w:rsid w:val="00746EC8"/>
    <w:rsid w:val="0074794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F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0E41"/>
    <w:rsid w:val="008F12C9"/>
    <w:rsid w:val="008F6E29"/>
    <w:rsid w:val="00912E3D"/>
    <w:rsid w:val="00916188"/>
    <w:rsid w:val="00923D7D"/>
    <w:rsid w:val="0093205B"/>
    <w:rsid w:val="009508DF"/>
    <w:rsid w:val="00950DAC"/>
    <w:rsid w:val="00954A07"/>
    <w:rsid w:val="00973429"/>
    <w:rsid w:val="00995A82"/>
    <w:rsid w:val="00997F14"/>
    <w:rsid w:val="009A0BBC"/>
    <w:rsid w:val="009A2B3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1B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DC2"/>
    <w:rsid w:val="00B135B1"/>
    <w:rsid w:val="00B1767F"/>
    <w:rsid w:val="00B3130B"/>
    <w:rsid w:val="00B327A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E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FD"/>
    <w:rsid w:val="00C60E49"/>
    <w:rsid w:val="00C61DC5"/>
    <w:rsid w:val="00C67E92"/>
    <w:rsid w:val="00C70A26"/>
    <w:rsid w:val="00C766DF"/>
    <w:rsid w:val="00C94B98"/>
    <w:rsid w:val="00CA2B96"/>
    <w:rsid w:val="00CA5089"/>
    <w:rsid w:val="00CC1695"/>
    <w:rsid w:val="00CC1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13"/>
    <w:rsid w:val="00D4107F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D561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9E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FE5"/>
    <w:rsid w:val="00F070AB"/>
    <w:rsid w:val="00F1635C"/>
    <w:rsid w:val="00F17567"/>
    <w:rsid w:val="00F218A5"/>
    <w:rsid w:val="00F27A7B"/>
    <w:rsid w:val="00F43487"/>
    <w:rsid w:val="00F4597D"/>
    <w:rsid w:val="00F526AF"/>
    <w:rsid w:val="00F617C3"/>
    <w:rsid w:val="00F7016E"/>
    <w:rsid w:val="00F7066B"/>
    <w:rsid w:val="00F80A57"/>
    <w:rsid w:val="00F83B28"/>
    <w:rsid w:val="00F974DA"/>
    <w:rsid w:val="00FA46E5"/>
    <w:rsid w:val="00FA7FA1"/>
    <w:rsid w:val="00FB7DBA"/>
    <w:rsid w:val="00FC1C25"/>
    <w:rsid w:val="00FC3F45"/>
    <w:rsid w:val="00FD503F"/>
    <w:rsid w:val="00FD7589"/>
    <w:rsid w:val="00FF016A"/>
    <w:rsid w:val="00FF1401"/>
    <w:rsid w:val="00FF5E7D"/>
    <w:rsid w:val="14B4BF15"/>
    <w:rsid w:val="1BD63AF4"/>
    <w:rsid w:val="2806A0C1"/>
    <w:rsid w:val="37BF75B0"/>
    <w:rsid w:val="3A17714E"/>
    <w:rsid w:val="3C936F3A"/>
    <w:rsid w:val="452D6797"/>
    <w:rsid w:val="47646BF8"/>
    <w:rsid w:val="52EBB50C"/>
    <w:rsid w:val="5A027B4F"/>
    <w:rsid w:val="5A489E34"/>
    <w:rsid w:val="61BEE83E"/>
    <w:rsid w:val="64329F10"/>
    <w:rsid w:val="7AAAC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754A"/>
  <w15:chartTrackingRefBased/>
  <w15:docId w15:val="{16EE3590-6140-4DC3-BDCA-ED3B010C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8023-8678-48E1-AE4C-9A228F62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757</Words>
  <Characters>4545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21</cp:revision>
  <cp:lastPrinted>2019-07-30T20:28:00Z</cp:lastPrinted>
  <dcterms:created xsi:type="dcterms:W3CDTF">2024-07-15T09:52:00Z</dcterms:created>
  <dcterms:modified xsi:type="dcterms:W3CDTF">2025-11-05T15:13:00Z</dcterms:modified>
</cp:coreProperties>
</file>